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33F0E0A" w:rsidR="003E3214" w:rsidRPr="003E3214" w:rsidRDefault="003E3214" w:rsidP="003E3214">
      <w:pPr>
        <w:jc w:val="right"/>
        <w:rPr>
          <w:rFonts w:ascii="Calibri" w:hAnsi="Calibri" w:cs="Calibri"/>
          <w:sz w:val="22"/>
          <w:szCs w:val="22"/>
        </w:rPr>
      </w:pPr>
      <w:r w:rsidRPr="003F1ADE">
        <w:rPr>
          <w:rFonts w:ascii="Calibri" w:hAnsi="Calibri" w:cs="Calibri"/>
          <w:sz w:val="22"/>
          <w:szCs w:val="22"/>
        </w:rPr>
        <w:t xml:space="preserve">Anexa  </w:t>
      </w:r>
      <w:r w:rsidR="003F1ADE" w:rsidRPr="003F1ADE">
        <w:rPr>
          <w:rFonts w:ascii="Calibri" w:hAnsi="Calibri" w:cs="Calibri"/>
          <w:sz w:val="22"/>
          <w:szCs w:val="22"/>
        </w:rPr>
        <w:t>14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794C0AE9" w14:textId="77777777" w:rsidR="0038560B" w:rsidRDefault="0038560B" w:rsidP="00F6783B">
      <w:pPr>
        <w:jc w:val="both"/>
        <w:rPr>
          <w:rFonts w:ascii="Calibri" w:hAnsi="Calibri" w:cs="Calibri"/>
        </w:rPr>
      </w:pPr>
    </w:p>
    <w:p w14:paraId="6DBABA56" w14:textId="77777777" w:rsidR="0038560B" w:rsidRDefault="0038560B" w:rsidP="00F6783B">
      <w:pPr>
        <w:jc w:val="both"/>
        <w:rPr>
          <w:rFonts w:ascii="Calibri" w:hAnsi="Calibri" w:cs="Calibri"/>
        </w:rPr>
      </w:pPr>
    </w:p>
    <w:p w14:paraId="115D075F" w14:textId="754B8859" w:rsidR="00F6783B" w:rsidRDefault="00F6783B" w:rsidP="00F6783B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3099847F" w:rsidR="00F6783B" w:rsidRDefault="00F6783B" w:rsidP="00F6783B">
      <w:pPr>
        <w:jc w:val="both"/>
        <w:rPr>
          <w:rFonts w:ascii="Calibri" w:hAnsi="Calibri" w:cs="Calibri"/>
        </w:rPr>
      </w:pPr>
    </w:p>
    <w:p w14:paraId="0C7CCF16" w14:textId="2B213564" w:rsidR="0038560B" w:rsidRDefault="0038560B" w:rsidP="00F6783B">
      <w:pPr>
        <w:jc w:val="both"/>
        <w:rPr>
          <w:rFonts w:ascii="Calibri" w:hAnsi="Calibri" w:cs="Calibri"/>
        </w:rPr>
      </w:pPr>
    </w:p>
    <w:p w14:paraId="340A1239" w14:textId="0169E6D5" w:rsidR="0038560B" w:rsidRDefault="0038560B" w:rsidP="00F6783B">
      <w:pPr>
        <w:jc w:val="both"/>
        <w:rPr>
          <w:rFonts w:ascii="Calibri" w:hAnsi="Calibri" w:cs="Calibri"/>
        </w:rPr>
      </w:pPr>
    </w:p>
    <w:p w14:paraId="56C92FDA" w14:textId="77777777" w:rsidR="0038560B" w:rsidRPr="00E8080E" w:rsidRDefault="0038560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139DC7E4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270A1EBE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37820F9D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8560B"/>
    <w:rsid w:val="003A2FFB"/>
    <w:rsid w:val="003B61FA"/>
    <w:rsid w:val="003E2E03"/>
    <w:rsid w:val="003E3214"/>
    <w:rsid w:val="003E34B3"/>
    <w:rsid w:val="003F1ADE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A3A53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89216-E928-4697-BC28-812AF85F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7</Pages>
  <Words>1142</Words>
  <Characters>6515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7642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2023-05-29T06:12:00Z</cp:lastPrinted>
  <dcterms:created xsi:type="dcterms:W3CDTF">2023-07-07T10:35:00Z</dcterms:created>
  <dcterms:modified xsi:type="dcterms:W3CDTF">2024-01-30T20:08:00Z</dcterms:modified>
</cp:coreProperties>
</file>